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E1" w:rsidRDefault="00360CE1" w:rsidP="006326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0CE1" w:rsidRPr="00D331A3" w:rsidRDefault="00360CE1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60CE1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60CE1" w:rsidRPr="00AF5883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360CE1" w:rsidRDefault="00360CE1" w:rsidP="00ED0FA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60CE1" w:rsidRPr="00BD2EAA" w:rsidRDefault="00360CE1" w:rsidP="00ED0FA0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BD2EAA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360CE1" w:rsidRDefault="00360CE1" w:rsidP="00AF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февраля 2021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360CE1" w:rsidRDefault="00360CE1" w:rsidP="00BD2E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Ефимовский</w:t>
      </w:r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8"/>
      </w:tblGrid>
      <w:tr w:rsidR="00360CE1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360CE1" w:rsidRPr="00C21551" w:rsidRDefault="00360CE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0CE1" w:rsidRPr="00015D00" w:rsidRDefault="00360CE1" w:rsidP="005970E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накоплениятвердых коммунальных отходов на территории Ефимовского городского поселения Бокситогорского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360CE1" w:rsidRPr="00015D00" w:rsidRDefault="00360CE1" w:rsidP="005970E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0CE1" w:rsidRPr="00015D00" w:rsidRDefault="00360CE1" w:rsidP="00F44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360CE1" w:rsidRPr="009837F0" w:rsidRDefault="00360CE1" w:rsidP="00DC15D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60CE1" w:rsidRDefault="00360CE1" w:rsidP="000B6E96">
      <w:pPr>
        <w:widowControl w:val="0"/>
        <w:suppressAutoHyphens/>
        <w:spacing w:after="0" w:line="240" w:lineRule="auto"/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1.Внести визменения в постановление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>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>ского городского поселения Бокситогорского муниципального района Ленинградской области в новой редакции (прилагается).</w:t>
      </w:r>
    </w:p>
    <w:p w:rsidR="00360CE1" w:rsidRDefault="00360CE1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09.01.2020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"О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области».</w:t>
      </w:r>
    </w:p>
    <w:p w:rsidR="00360CE1" w:rsidRPr="00BD2EAA" w:rsidRDefault="00360CE1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0CE1" w:rsidRDefault="00360CE1" w:rsidP="00A83DED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 городского поселения </w:t>
      </w:r>
      <w:r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360CE1" w:rsidRPr="00A83DED" w:rsidRDefault="00360CE1" w:rsidP="00A83DED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0CE1" w:rsidRDefault="00360CE1" w:rsidP="00A83DED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 xml:space="preserve">3. </w:t>
      </w:r>
      <w:r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360CE1" w:rsidRDefault="00360CE1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0CE1" w:rsidRDefault="00360CE1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0CE1" w:rsidRDefault="00360CE1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0CE1" w:rsidRPr="00015D00" w:rsidRDefault="00360CE1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0CE1" w:rsidRPr="00015D00" w:rsidRDefault="00360CE1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>Глава администрации                                                    С.И. Покровкин</w:t>
      </w:r>
    </w:p>
    <w:p w:rsidR="00360CE1" w:rsidRPr="009837F0" w:rsidRDefault="00360CE1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Strong"/>
          <w:rFonts w:ascii="Times New Roman" w:hAnsi="Times New Roman" w:cs="Times New Roman"/>
          <w:sz w:val="28"/>
          <w:szCs w:val="28"/>
        </w:rPr>
        <w:t> </w:t>
      </w:r>
    </w:p>
    <w:sectPr w:rsidR="00360CE1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21551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8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311</Words>
  <Characters>1777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5</cp:revision>
  <cp:lastPrinted>2021-02-12T09:35:00Z</cp:lastPrinted>
  <dcterms:created xsi:type="dcterms:W3CDTF">2021-02-08T10:54:00Z</dcterms:created>
  <dcterms:modified xsi:type="dcterms:W3CDTF">2021-02-12T09:35:00Z</dcterms:modified>
</cp:coreProperties>
</file>