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FC" w:rsidRDefault="009119FC" w:rsidP="00C94105">
      <w:pPr>
        <w:pStyle w:val="Title"/>
      </w:pPr>
      <w:r>
        <w:t xml:space="preserve">Администрация </w:t>
      </w:r>
    </w:p>
    <w:p w:rsidR="009119FC" w:rsidRDefault="009119FC" w:rsidP="00C94105">
      <w:pPr>
        <w:pStyle w:val="Title"/>
      </w:pPr>
      <w:r>
        <w:t>Ефимовского городского поселения</w:t>
      </w:r>
    </w:p>
    <w:p w:rsidR="009119FC" w:rsidRDefault="009119FC" w:rsidP="00D75C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9119FC" w:rsidRDefault="009119FC" w:rsidP="00C94105">
      <w:pPr>
        <w:spacing w:line="360" w:lineRule="auto"/>
        <w:jc w:val="center"/>
        <w:rPr>
          <w:b/>
          <w:bCs/>
          <w:sz w:val="32"/>
          <w:szCs w:val="32"/>
        </w:rPr>
      </w:pPr>
    </w:p>
    <w:p w:rsidR="009119FC" w:rsidRDefault="009119FC" w:rsidP="00C94105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Р А С П О Р Я Ж Е Н И Е</w:t>
      </w:r>
    </w:p>
    <w:p w:rsidR="009119FC" w:rsidRDefault="009119FC" w:rsidP="00C94105">
      <w:pPr>
        <w:spacing w:line="360" w:lineRule="auto"/>
        <w:rPr>
          <w:sz w:val="28"/>
          <w:szCs w:val="28"/>
        </w:rPr>
      </w:pPr>
    </w:p>
    <w:p w:rsidR="009119FC" w:rsidRPr="00D75CEA" w:rsidRDefault="009119FC" w:rsidP="00C94105">
      <w:pPr>
        <w:spacing w:line="360" w:lineRule="auto"/>
        <w:rPr>
          <w:sz w:val="28"/>
          <w:szCs w:val="28"/>
        </w:rPr>
      </w:pPr>
      <w:r w:rsidRPr="00D75CEA">
        <w:rPr>
          <w:sz w:val="28"/>
          <w:szCs w:val="28"/>
        </w:rPr>
        <w:t>17</w:t>
      </w:r>
      <w:bookmarkStart w:id="0" w:name="_GoBack"/>
      <w:bookmarkEnd w:id="0"/>
      <w:r w:rsidRPr="00D75CEA">
        <w:rPr>
          <w:sz w:val="28"/>
          <w:szCs w:val="28"/>
        </w:rPr>
        <w:t xml:space="preserve"> августа  2015 года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D75CEA">
        <w:rPr>
          <w:sz w:val="28"/>
          <w:szCs w:val="28"/>
        </w:rPr>
        <w:t>№  62</w:t>
      </w:r>
    </w:p>
    <w:p w:rsidR="009119FC" w:rsidRPr="00D75CEA" w:rsidRDefault="009119FC" w:rsidP="00C94105">
      <w:pPr>
        <w:spacing w:line="360" w:lineRule="auto"/>
        <w:rPr>
          <w:sz w:val="18"/>
          <w:szCs w:val="18"/>
        </w:rPr>
      </w:pPr>
      <w:r w:rsidRPr="00D75CEA"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 xml:space="preserve">      </w:t>
      </w:r>
      <w:r w:rsidRPr="00D75CEA">
        <w:rPr>
          <w:sz w:val="18"/>
          <w:szCs w:val="18"/>
        </w:rPr>
        <w:t>п.Ефимовский</w:t>
      </w:r>
    </w:p>
    <w:p w:rsidR="009119FC" w:rsidRPr="00D75CEA" w:rsidRDefault="009119FC" w:rsidP="00C94105">
      <w:pPr>
        <w:spacing w:line="360" w:lineRule="auto"/>
        <w:rPr>
          <w:sz w:val="28"/>
          <w:szCs w:val="28"/>
        </w:rPr>
      </w:pPr>
    </w:p>
    <w:p w:rsidR="009119FC" w:rsidRDefault="009119FC" w:rsidP="00C94105">
      <w:pPr>
        <w:shd w:val="clear" w:color="auto" w:fill="FFFFFF"/>
        <w:tabs>
          <w:tab w:val="left" w:pos="4824"/>
        </w:tabs>
        <w:jc w:val="center"/>
        <w:rPr>
          <w:b/>
          <w:bCs/>
          <w:spacing w:val="-1"/>
          <w:sz w:val="28"/>
          <w:szCs w:val="28"/>
        </w:rPr>
      </w:pPr>
      <w:r w:rsidRPr="00D75CEA">
        <w:rPr>
          <w:b/>
          <w:bCs/>
          <w:sz w:val="28"/>
          <w:szCs w:val="28"/>
        </w:rPr>
        <w:t xml:space="preserve">О назначении представителей администрации Ефимовского городского поселения, уполномоченных присутствовать </w:t>
      </w:r>
      <w:r w:rsidRPr="00D75CEA">
        <w:rPr>
          <w:b/>
          <w:bCs/>
          <w:spacing w:val="-1"/>
          <w:sz w:val="28"/>
          <w:szCs w:val="28"/>
        </w:rPr>
        <w:t xml:space="preserve">на собрании граждан </w:t>
      </w:r>
    </w:p>
    <w:p w:rsidR="009119FC" w:rsidRPr="00D75CEA" w:rsidRDefault="009119FC" w:rsidP="00C94105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 w:rsidRPr="00D75CEA">
        <w:rPr>
          <w:b/>
          <w:bCs/>
          <w:spacing w:val="-1"/>
          <w:sz w:val="28"/>
          <w:szCs w:val="28"/>
        </w:rPr>
        <w:t>части территории п.Ефимовский</w:t>
      </w:r>
    </w:p>
    <w:p w:rsidR="009119FC" w:rsidRPr="00D75CEA" w:rsidRDefault="009119FC" w:rsidP="00C9410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9119FC" w:rsidRPr="00D75CEA" w:rsidRDefault="009119FC" w:rsidP="00C9410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9119FC" w:rsidRPr="00D75CEA" w:rsidRDefault="009119FC" w:rsidP="00C9410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  <w:r w:rsidRPr="00D75CEA">
        <w:rPr>
          <w:sz w:val="28"/>
          <w:szCs w:val="28"/>
        </w:rPr>
        <w:t>В соответствии областным законом Ленинградской области от 12.05.2015</w:t>
      </w:r>
      <w:r w:rsidRPr="00D75CEA">
        <w:rPr>
          <w:spacing w:val="-3"/>
          <w:sz w:val="28"/>
          <w:szCs w:val="28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</w:t>
      </w:r>
      <w:r w:rsidRPr="00D75CEA">
        <w:rPr>
          <w:sz w:val="28"/>
          <w:szCs w:val="28"/>
        </w:rPr>
        <w:t>решением совета депутатов Ефимовского городского поселения от 14.08.2015 № 57 «Об определении частей территории п.Ефимовский и избрании Общественных советов":</w:t>
      </w:r>
    </w:p>
    <w:p w:rsidR="009119FC" w:rsidRPr="00D75CEA" w:rsidRDefault="009119FC" w:rsidP="00C9410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</w:p>
    <w:p w:rsidR="009119FC" w:rsidRPr="00D75CEA" w:rsidRDefault="009119FC" w:rsidP="00C9410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  <w:r w:rsidRPr="00D75CEA">
        <w:rPr>
          <w:sz w:val="28"/>
          <w:szCs w:val="28"/>
        </w:rPr>
        <w:t xml:space="preserve"> Назначить представителями администрации Ефимовского городского поселения, уполномоченными присутствовать</w:t>
      </w:r>
      <w:r w:rsidRPr="00D75CEA">
        <w:rPr>
          <w:b/>
          <w:bCs/>
          <w:sz w:val="28"/>
          <w:szCs w:val="28"/>
        </w:rPr>
        <w:t xml:space="preserve"> </w:t>
      </w:r>
      <w:r w:rsidRPr="00D75CEA">
        <w:rPr>
          <w:spacing w:val="-1"/>
          <w:sz w:val="28"/>
          <w:szCs w:val="28"/>
        </w:rPr>
        <w:t xml:space="preserve">на собрании граждан части территории </w:t>
      </w:r>
      <w:r w:rsidRPr="00D75CEA">
        <w:rPr>
          <w:sz w:val="28"/>
          <w:szCs w:val="28"/>
        </w:rPr>
        <w:t>п.Ефимовский</w:t>
      </w:r>
      <w:r w:rsidRPr="00D75CEA">
        <w:rPr>
          <w:spacing w:val="-1"/>
          <w:sz w:val="28"/>
          <w:szCs w:val="28"/>
        </w:rPr>
        <w:t xml:space="preserve">, следующих должностных лиц администрации </w:t>
      </w:r>
      <w:r w:rsidRPr="00D75CEA">
        <w:rPr>
          <w:sz w:val="28"/>
          <w:szCs w:val="28"/>
        </w:rPr>
        <w:t>Ефимовского городского поселения</w:t>
      </w:r>
      <w:r w:rsidRPr="00D75CEA">
        <w:rPr>
          <w:spacing w:val="-1"/>
          <w:sz w:val="28"/>
          <w:szCs w:val="28"/>
        </w:rPr>
        <w:t xml:space="preserve">:  </w:t>
      </w:r>
    </w:p>
    <w:p w:rsidR="009119FC" w:rsidRPr="00D75CEA" w:rsidRDefault="009119FC" w:rsidP="00C9410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tbl>
      <w:tblPr>
        <w:tblW w:w="93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2"/>
        <w:gridCol w:w="6539"/>
      </w:tblGrid>
      <w:tr w:rsidR="009119FC" w:rsidRPr="00D75CEA">
        <w:trPr>
          <w:trHeight w:val="420"/>
        </w:trPr>
        <w:tc>
          <w:tcPr>
            <w:tcW w:w="2762" w:type="dxa"/>
            <w:vAlign w:val="center"/>
          </w:tcPr>
          <w:p w:rsidR="009119FC" w:rsidRPr="00D75CEA" w:rsidRDefault="009119FC">
            <w:pPr>
              <w:jc w:val="center"/>
              <w:rPr>
                <w:b/>
                <w:bCs/>
                <w:sz w:val="28"/>
                <w:szCs w:val="28"/>
              </w:rPr>
            </w:pPr>
            <w:r w:rsidRPr="00D75CEA">
              <w:rPr>
                <w:b/>
                <w:bCs/>
                <w:sz w:val="28"/>
                <w:szCs w:val="28"/>
              </w:rPr>
              <w:t>ФИО</w:t>
            </w:r>
          </w:p>
        </w:tc>
        <w:tc>
          <w:tcPr>
            <w:tcW w:w="6539" w:type="dxa"/>
          </w:tcPr>
          <w:p w:rsidR="009119FC" w:rsidRPr="00D75CEA" w:rsidRDefault="009119FC">
            <w:pPr>
              <w:jc w:val="center"/>
              <w:rPr>
                <w:b/>
                <w:bCs/>
                <w:sz w:val="28"/>
                <w:szCs w:val="28"/>
              </w:rPr>
            </w:pPr>
            <w:r w:rsidRPr="00D75CEA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9119FC" w:rsidRPr="00D75CEA">
        <w:trPr>
          <w:trHeight w:val="420"/>
        </w:trPr>
        <w:tc>
          <w:tcPr>
            <w:tcW w:w="2762" w:type="dxa"/>
            <w:vAlign w:val="center"/>
          </w:tcPr>
          <w:p w:rsidR="009119FC" w:rsidRPr="00D75CEA" w:rsidRDefault="009119FC">
            <w:pPr>
              <w:rPr>
                <w:sz w:val="28"/>
                <w:szCs w:val="28"/>
              </w:rPr>
            </w:pPr>
            <w:r w:rsidRPr="00D75CEA">
              <w:rPr>
                <w:sz w:val="28"/>
                <w:szCs w:val="28"/>
              </w:rPr>
              <w:t>Зобкова В.А.</w:t>
            </w:r>
          </w:p>
        </w:tc>
        <w:tc>
          <w:tcPr>
            <w:tcW w:w="6539" w:type="dxa"/>
          </w:tcPr>
          <w:p w:rsidR="009119FC" w:rsidRPr="00D75CEA" w:rsidRDefault="009119FC">
            <w:pPr>
              <w:jc w:val="both"/>
              <w:rPr>
                <w:sz w:val="28"/>
                <w:szCs w:val="28"/>
              </w:rPr>
            </w:pPr>
            <w:r w:rsidRPr="00D75CEA">
              <w:rPr>
                <w:sz w:val="28"/>
                <w:szCs w:val="28"/>
              </w:rPr>
              <w:t xml:space="preserve">заместитель главы администрации Ефимовского городского поселения </w:t>
            </w:r>
          </w:p>
        </w:tc>
      </w:tr>
      <w:tr w:rsidR="009119FC" w:rsidRPr="00D75CEA">
        <w:trPr>
          <w:trHeight w:val="420"/>
        </w:trPr>
        <w:tc>
          <w:tcPr>
            <w:tcW w:w="2762" w:type="dxa"/>
            <w:vAlign w:val="center"/>
          </w:tcPr>
          <w:p w:rsidR="009119FC" w:rsidRPr="00D75CEA" w:rsidRDefault="009119FC">
            <w:pPr>
              <w:rPr>
                <w:sz w:val="28"/>
                <w:szCs w:val="28"/>
              </w:rPr>
            </w:pPr>
            <w:r w:rsidRPr="00D75CEA">
              <w:rPr>
                <w:sz w:val="28"/>
                <w:szCs w:val="28"/>
              </w:rPr>
              <w:t>Журавлева С.Д.</w:t>
            </w:r>
          </w:p>
        </w:tc>
        <w:tc>
          <w:tcPr>
            <w:tcW w:w="6539" w:type="dxa"/>
          </w:tcPr>
          <w:p w:rsidR="009119FC" w:rsidRPr="00D75CEA" w:rsidRDefault="009119FC" w:rsidP="00116112">
            <w:pPr>
              <w:jc w:val="both"/>
              <w:rPr>
                <w:sz w:val="28"/>
                <w:szCs w:val="28"/>
              </w:rPr>
            </w:pPr>
            <w:r w:rsidRPr="00D75CEA">
              <w:rPr>
                <w:sz w:val="28"/>
                <w:szCs w:val="28"/>
              </w:rPr>
              <w:t xml:space="preserve">начальник организационно-хозяйственного сектора администрации Ефимовского городского поселения </w:t>
            </w:r>
          </w:p>
        </w:tc>
      </w:tr>
      <w:tr w:rsidR="009119FC" w:rsidRPr="00D75CEA">
        <w:trPr>
          <w:trHeight w:val="420"/>
        </w:trPr>
        <w:tc>
          <w:tcPr>
            <w:tcW w:w="2762" w:type="dxa"/>
            <w:vAlign w:val="center"/>
          </w:tcPr>
          <w:p w:rsidR="009119FC" w:rsidRPr="00D75CEA" w:rsidRDefault="009119FC">
            <w:pPr>
              <w:rPr>
                <w:sz w:val="28"/>
                <w:szCs w:val="28"/>
              </w:rPr>
            </w:pPr>
            <w:r w:rsidRPr="00D75CEA">
              <w:rPr>
                <w:sz w:val="28"/>
                <w:szCs w:val="28"/>
              </w:rPr>
              <w:t xml:space="preserve">Волкова С.В. </w:t>
            </w:r>
          </w:p>
        </w:tc>
        <w:tc>
          <w:tcPr>
            <w:tcW w:w="6539" w:type="dxa"/>
          </w:tcPr>
          <w:p w:rsidR="009119FC" w:rsidRPr="00D75CEA" w:rsidRDefault="009119FC">
            <w:pPr>
              <w:jc w:val="both"/>
              <w:rPr>
                <w:sz w:val="28"/>
                <w:szCs w:val="28"/>
              </w:rPr>
            </w:pPr>
            <w:r w:rsidRPr="00D75CEA">
              <w:rPr>
                <w:sz w:val="28"/>
                <w:szCs w:val="28"/>
              </w:rPr>
              <w:t xml:space="preserve">специалист организационно-хозяйственного сектора администрации Ефимовского городского поселения </w:t>
            </w:r>
          </w:p>
        </w:tc>
      </w:tr>
    </w:tbl>
    <w:p w:rsidR="009119FC" w:rsidRPr="00D75CEA" w:rsidRDefault="009119FC" w:rsidP="00C9410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9119FC" w:rsidRPr="00D75CEA" w:rsidRDefault="009119FC" w:rsidP="00C9410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9119FC" w:rsidRPr="00D75CEA" w:rsidRDefault="009119FC" w:rsidP="00C9410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9119FC" w:rsidRPr="00D75CEA" w:rsidRDefault="009119FC" w:rsidP="00C94105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D75CEA">
        <w:rPr>
          <w:spacing w:val="-2"/>
          <w:sz w:val="28"/>
          <w:szCs w:val="28"/>
        </w:rPr>
        <w:t>Глава</w:t>
      </w:r>
      <w:r w:rsidRPr="00D75CEA">
        <w:rPr>
          <w:sz w:val="28"/>
          <w:szCs w:val="28"/>
        </w:rPr>
        <w:t xml:space="preserve">  администрации             </w:t>
      </w:r>
      <w:r>
        <w:rPr>
          <w:sz w:val="28"/>
          <w:szCs w:val="28"/>
        </w:rPr>
        <w:t xml:space="preserve"> </w:t>
      </w:r>
      <w:r w:rsidRPr="00D75CEA">
        <w:rPr>
          <w:sz w:val="28"/>
          <w:szCs w:val="28"/>
        </w:rPr>
        <w:t xml:space="preserve">                                                      С.И.Покровкин</w:t>
      </w:r>
    </w:p>
    <w:p w:rsidR="009119FC" w:rsidRPr="00D75CEA" w:rsidRDefault="009119FC" w:rsidP="00C94105">
      <w:pP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D75CEA">
        <w:rPr>
          <w:spacing w:val="-13"/>
          <w:sz w:val="28"/>
          <w:szCs w:val="28"/>
        </w:rPr>
        <w:t>Разослано:  оргсектору – 2, в дело</w:t>
      </w:r>
    </w:p>
    <w:p w:rsidR="009119FC" w:rsidRPr="00D75CEA" w:rsidRDefault="009119FC">
      <w:pPr>
        <w:rPr>
          <w:sz w:val="28"/>
          <w:szCs w:val="28"/>
        </w:rPr>
      </w:pPr>
    </w:p>
    <w:sectPr w:rsidR="009119FC" w:rsidRPr="00D75CEA" w:rsidSect="0028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A4A"/>
    <w:rsid w:val="00074759"/>
    <w:rsid w:val="00116112"/>
    <w:rsid w:val="00280373"/>
    <w:rsid w:val="003D4F51"/>
    <w:rsid w:val="00777A4A"/>
    <w:rsid w:val="009119FC"/>
    <w:rsid w:val="00987ECA"/>
    <w:rsid w:val="00A56490"/>
    <w:rsid w:val="00C94105"/>
    <w:rsid w:val="00CC6847"/>
    <w:rsid w:val="00D75CEA"/>
    <w:rsid w:val="00F00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C94105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94105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3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236</Words>
  <Characters>1348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2015-08-24T06:43:00Z</cp:lastPrinted>
  <dcterms:created xsi:type="dcterms:W3CDTF">2015-07-14T06:22:00Z</dcterms:created>
  <dcterms:modified xsi:type="dcterms:W3CDTF">2015-08-24T06:43:00Z</dcterms:modified>
</cp:coreProperties>
</file>