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F9" w:rsidRDefault="00CC52F9" w:rsidP="00812179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CC52F9" w:rsidRPr="00812179" w:rsidRDefault="00CC52F9" w:rsidP="00812179">
      <w:pPr>
        <w:widowControl/>
        <w:jc w:val="center"/>
        <w:rPr>
          <w:b/>
          <w:bCs/>
          <w:sz w:val="28"/>
          <w:szCs w:val="28"/>
        </w:rPr>
      </w:pPr>
      <w:r w:rsidRPr="00812179">
        <w:rPr>
          <w:b/>
          <w:bCs/>
          <w:sz w:val="28"/>
          <w:szCs w:val="28"/>
        </w:rPr>
        <w:t>Администрация</w:t>
      </w:r>
    </w:p>
    <w:p w:rsidR="00CC52F9" w:rsidRPr="00812179" w:rsidRDefault="00CC52F9" w:rsidP="00812179">
      <w:pPr>
        <w:widowControl/>
        <w:jc w:val="center"/>
        <w:rPr>
          <w:b/>
          <w:bCs/>
          <w:sz w:val="28"/>
          <w:szCs w:val="28"/>
        </w:rPr>
      </w:pPr>
      <w:r w:rsidRPr="00812179">
        <w:rPr>
          <w:b/>
          <w:bCs/>
          <w:sz w:val="28"/>
          <w:szCs w:val="28"/>
        </w:rPr>
        <w:t xml:space="preserve"> Ефимовского городского поселения</w:t>
      </w:r>
    </w:p>
    <w:p w:rsidR="00CC52F9" w:rsidRPr="00812179" w:rsidRDefault="00CC52F9" w:rsidP="00812179">
      <w:pPr>
        <w:widowControl/>
        <w:jc w:val="center"/>
        <w:rPr>
          <w:b/>
          <w:bCs/>
          <w:sz w:val="28"/>
          <w:szCs w:val="28"/>
        </w:rPr>
      </w:pPr>
      <w:r w:rsidRPr="00812179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CC52F9" w:rsidRPr="00812179" w:rsidRDefault="00CC52F9" w:rsidP="00812179">
      <w:pPr>
        <w:widowControl/>
        <w:jc w:val="center"/>
        <w:rPr>
          <w:sz w:val="24"/>
          <w:szCs w:val="24"/>
        </w:rPr>
      </w:pPr>
      <w:r w:rsidRPr="00812179">
        <w:rPr>
          <w:sz w:val="24"/>
          <w:szCs w:val="24"/>
        </w:rPr>
        <w:t xml:space="preserve"> </w:t>
      </w:r>
    </w:p>
    <w:p w:rsidR="00CC52F9" w:rsidRPr="00812179" w:rsidRDefault="00CC52F9" w:rsidP="00812179">
      <w:pPr>
        <w:widowControl/>
        <w:jc w:val="center"/>
        <w:rPr>
          <w:b/>
          <w:bCs/>
          <w:sz w:val="32"/>
          <w:szCs w:val="32"/>
        </w:rPr>
      </w:pPr>
      <w:r w:rsidRPr="00812179">
        <w:rPr>
          <w:b/>
          <w:bCs/>
          <w:sz w:val="32"/>
          <w:szCs w:val="32"/>
        </w:rPr>
        <w:t>Р А С П О Р Я Ж Е Н И Е</w:t>
      </w:r>
    </w:p>
    <w:p w:rsidR="00CC52F9" w:rsidRPr="00812179" w:rsidRDefault="00CC52F9" w:rsidP="00812179">
      <w:pPr>
        <w:widowControl/>
        <w:jc w:val="center"/>
        <w:rPr>
          <w:sz w:val="24"/>
          <w:szCs w:val="24"/>
        </w:rPr>
      </w:pPr>
    </w:p>
    <w:p w:rsidR="00CC52F9" w:rsidRPr="00812179" w:rsidRDefault="00CC52F9" w:rsidP="00812179">
      <w:pPr>
        <w:widowControl/>
        <w:jc w:val="both"/>
        <w:rPr>
          <w:sz w:val="24"/>
          <w:szCs w:val="24"/>
        </w:rPr>
      </w:pPr>
    </w:p>
    <w:p w:rsidR="00CC52F9" w:rsidRPr="00812179" w:rsidRDefault="00CC52F9" w:rsidP="00812179">
      <w:pPr>
        <w:widowControl/>
        <w:jc w:val="both"/>
        <w:rPr>
          <w:sz w:val="24"/>
          <w:szCs w:val="24"/>
          <w:u w:val="single"/>
        </w:rPr>
      </w:pPr>
      <w:r w:rsidRPr="00812179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20  </w:t>
      </w:r>
      <w:r w:rsidRPr="00812179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2018</w:t>
      </w:r>
      <w:r w:rsidRPr="00812179">
        <w:rPr>
          <w:sz w:val="24"/>
          <w:szCs w:val="24"/>
        </w:rPr>
        <w:t xml:space="preserve"> года</w:t>
      </w:r>
      <w:r w:rsidRPr="00812179">
        <w:rPr>
          <w:sz w:val="24"/>
          <w:szCs w:val="24"/>
        </w:rPr>
        <w:tab/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  <w:r w:rsidRPr="00812179">
        <w:rPr>
          <w:sz w:val="24"/>
          <w:szCs w:val="24"/>
        </w:rPr>
        <w:t xml:space="preserve">№ </w:t>
      </w:r>
      <w:r>
        <w:rPr>
          <w:sz w:val="24"/>
          <w:szCs w:val="24"/>
        </w:rPr>
        <w:t>72-р</w:t>
      </w:r>
    </w:p>
    <w:p w:rsidR="00CC52F9" w:rsidRPr="00812179" w:rsidRDefault="00CC52F9" w:rsidP="00812179">
      <w:pPr>
        <w:widowControl/>
        <w:jc w:val="both"/>
        <w:rPr>
          <w:sz w:val="24"/>
          <w:szCs w:val="24"/>
          <w:u w:val="single"/>
        </w:rPr>
      </w:pPr>
      <w:r w:rsidRPr="00812179">
        <w:rPr>
          <w:sz w:val="24"/>
          <w:szCs w:val="24"/>
        </w:rPr>
        <w:t xml:space="preserve">                                                                 п. Ефимовский                                 </w:t>
      </w:r>
      <w:r w:rsidRPr="00812179">
        <w:rPr>
          <w:sz w:val="24"/>
          <w:szCs w:val="24"/>
        </w:rPr>
        <w:tab/>
      </w:r>
      <w:r w:rsidRPr="00812179">
        <w:rPr>
          <w:sz w:val="24"/>
          <w:szCs w:val="24"/>
        </w:rPr>
        <w:tab/>
        <w:t xml:space="preserve">                                </w:t>
      </w:r>
    </w:p>
    <w:p w:rsidR="00CC52F9" w:rsidRPr="00812179" w:rsidRDefault="00CC52F9" w:rsidP="00812179">
      <w:pPr>
        <w:widowControl/>
        <w:jc w:val="both"/>
        <w:rPr>
          <w:sz w:val="24"/>
          <w:szCs w:val="24"/>
        </w:rPr>
      </w:pPr>
    </w:p>
    <w:p w:rsidR="00CC52F9" w:rsidRPr="00812179" w:rsidRDefault="00CC52F9" w:rsidP="00812179">
      <w:pPr>
        <w:widowControl/>
        <w:jc w:val="both"/>
        <w:rPr>
          <w:sz w:val="24"/>
          <w:szCs w:val="24"/>
        </w:rPr>
      </w:pPr>
    </w:p>
    <w:p w:rsidR="00CC52F9" w:rsidRPr="00431710" w:rsidRDefault="00CC52F9" w:rsidP="0054743D">
      <w:pPr>
        <w:rPr>
          <w:sz w:val="28"/>
          <w:szCs w:val="28"/>
        </w:rPr>
      </w:pPr>
    </w:p>
    <w:p w:rsidR="00CC52F9" w:rsidRPr="00812179" w:rsidRDefault="00CC52F9" w:rsidP="00812179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признании утратившим силу распоряжения  администрации Ефимовского городского поселения от 4 мая 2016 года № 18  «</w:t>
      </w:r>
      <w:r w:rsidRPr="00812179">
        <w:rPr>
          <w:b/>
          <w:bCs/>
          <w:sz w:val="28"/>
          <w:szCs w:val="28"/>
        </w:rPr>
        <w:t xml:space="preserve">О наделении полномочием по составлению протоколов об административных правонарушениях должностных лиц   администрации Ефимовского городского </w:t>
      </w:r>
      <w:r>
        <w:rPr>
          <w:b/>
          <w:bCs/>
          <w:sz w:val="28"/>
          <w:szCs w:val="28"/>
        </w:rPr>
        <w:t xml:space="preserve">поселения </w:t>
      </w:r>
      <w:r w:rsidRPr="00812179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  <w:r>
        <w:rPr>
          <w:b/>
          <w:bCs/>
          <w:sz w:val="28"/>
          <w:szCs w:val="28"/>
        </w:rPr>
        <w:t>»</w:t>
      </w:r>
    </w:p>
    <w:p w:rsidR="00CC52F9" w:rsidRPr="00431710" w:rsidRDefault="00CC52F9" w:rsidP="0054743D">
      <w:pPr>
        <w:widowControl/>
        <w:jc w:val="center"/>
        <w:rPr>
          <w:b/>
          <w:bCs/>
          <w:sz w:val="28"/>
          <w:szCs w:val="28"/>
        </w:rPr>
      </w:pPr>
    </w:p>
    <w:p w:rsidR="00CC52F9" w:rsidRPr="009C0DC0" w:rsidRDefault="00CC52F9" w:rsidP="0054743D">
      <w:pPr>
        <w:ind w:firstLine="567"/>
        <w:jc w:val="center"/>
        <w:rPr>
          <w:color w:val="FF0000"/>
          <w:sz w:val="28"/>
          <w:szCs w:val="28"/>
        </w:rPr>
      </w:pPr>
    </w:p>
    <w:p w:rsidR="00CC52F9" w:rsidRDefault="00CC52F9" w:rsidP="0054743D">
      <w:pPr>
        <w:widowControl/>
        <w:ind w:firstLine="540"/>
        <w:jc w:val="both"/>
        <w:rPr>
          <w:sz w:val="28"/>
          <w:szCs w:val="28"/>
        </w:rPr>
      </w:pPr>
      <w:r w:rsidRPr="0043171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BC55A8">
        <w:rPr>
          <w:sz w:val="28"/>
          <w:szCs w:val="28"/>
        </w:rPr>
        <w:t>Областн</w:t>
      </w:r>
      <w:r>
        <w:rPr>
          <w:sz w:val="28"/>
          <w:szCs w:val="28"/>
        </w:rPr>
        <w:t>ым</w:t>
      </w:r>
      <w:r w:rsidRPr="00BC55A8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</w:t>
      </w:r>
      <w:r w:rsidRPr="00BC55A8">
        <w:rPr>
          <w:sz w:val="28"/>
          <w:szCs w:val="28"/>
        </w:rPr>
        <w:t>от 22.10.2018 № 101-оз «О прекращении осуществления органами местного самоуправления городских и сельских поселений Ленинградской области отдельных государственных полномочий в сфере административных правоотношений и внесении изменений в областные законы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правоотношений" и «Об административных правонарушениях</w:t>
      </w:r>
      <w:r>
        <w:rPr>
          <w:sz w:val="28"/>
          <w:szCs w:val="28"/>
        </w:rPr>
        <w:t>»</w:t>
      </w:r>
      <w:r w:rsidRPr="00BC55A8">
        <w:rPr>
          <w:sz w:val="28"/>
          <w:szCs w:val="28"/>
        </w:rPr>
        <w:t>, а также о признании утратившими силу некоторых законодательных актов и отдельных положений законодательных актов Ленинградской области»</w:t>
      </w:r>
      <w:r>
        <w:rPr>
          <w:sz w:val="28"/>
          <w:szCs w:val="28"/>
        </w:rPr>
        <w:t xml:space="preserve">, и на основании </w:t>
      </w:r>
      <w:r w:rsidRPr="00431710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Ефимовского городского поселения</w:t>
      </w:r>
      <w:r w:rsidRPr="00431710">
        <w:rPr>
          <w:sz w:val="28"/>
          <w:szCs w:val="28"/>
        </w:rPr>
        <w:t>:</w:t>
      </w:r>
    </w:p>
    <w:p w:rsidR="00CC52F9" w:rsidRDefault="00CC52F9" w:rsidP="0054743D">
      <w:pPr>
        <w:widowControl/>
        <w:ind w:firstLine="540"/>
        <w:jc w:val="both"/>
        <w:rPr>
          <w:sz w:val="28"/>
          <w:szCs w:val="28"/>
        </w:rPr>
      </w:pPr>
    </w:p>
    <w:p w:rsidR="00CC52F9" w:rsidRPr="00812179" w:rsidRDefault="00CC52F9" w:rsidP="004A5D17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12179">
        <w:rPr>
          <w:sz w:val="28"/>
          <w:szCs w:val="28"/>
        </w:rPr>
        <w:t>Признать утратившим силу  распоряжени</w:t>
      </w:r>
      <w:r>
        <w:rPr>
          <w:sz w:val="28"/>
          <w:szCs w:val="28"/>
        </w:rPr>
        <w:t>е</w:t>
      </w:r>
      <w:r w:rsidRPr="00812179">
        <w:rPr>
          <w:sz w:val="28"/>
          <w:szCs w:val="28"/>
        </w:rPr>
        <w:t xml:space="preserve"> администрации Ефимовского городского поселения</w:t>
      </w:r>
      <w:r>
        <w:rPr>
          <w:sz w:val="28"/>
          <w:szCs w:val="28"/>
        </w:rPr>
        <w:t xml:space="preserve"> от 4 мая 2016 года № 18</w:t>
      </w:r>
      <w:r w:rsidRPr="00812179">
        <w:rPr>
          <w:sz w:val="28"/>
          <w:szCs w:val="28"/>
        </w:rPr>
        <w:t xml:space="preserve"> «О наделении полномочием по составлению протоколов об административных правонарушениях должностных лиц   администрации Ефимовского городского поселения Бокситогорского муниципального района Ленинградской области».</w:t>
      </w:r>
    </w:p>
    <w:p w:rsidR="00CC52F9" w:rsidRPr="00BC55A8" w:rsidRDefault="00CC52F9" w:rsidP="004A5D17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Pr="00BC55A8">
        <w:rPr>
          <w:sz w:val="28"/>
          <w:szCs w:val="28"/>
        </w:rPr>
        <w:t xml:space="preserve"> вступает в силу с 01.01.2019.</w:t>
      </w:r>
    </w:p>
    <w:p w:rsidR="00CC52F9" w:rsidRPr="00BC55A8" w:rsidRDefault="00CC52F9" w:rsidP="004A5D17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опубликовать в газете «Новый путь»</w:t>
      </w:r>
      <w:r w:rsidRPr="00BC55A8">
        <w:rPr>
          <w:sz w:val="28"/>
          <w:szCs w:val="28"/>
        </w:rPr>
        <w:t xml:space="preserve"> и разместить на официальном сайте </w:t>
      </w:r>
      <w:r>
        <w:rPr>
          <w:sz w:val="28"/>
          <w:szCs w:val="28"/>
        </w:rPr>
        <w:t>Ефимовского городского поселения</w:t>
      </w:r>
      <w:r w:rsidRPr="00BC55A8">
        <w:rPr>
          <w:sz w:val="28"/>
          <w:szCs w:val="28"/>
        </w:rPr>
        <w:t>.</w:t>
      </w:r>
    </w:p>
    <w:p w:rsidR="00CC52F9" w:rsidRPr="004E4FAF" w:rsidRDefault="00CC52F9" w:rsidP="0054743D">
      <w:pPr>
        <w:pStyle w:val="ListParagraph"/>
        <w:ind w:left="0" w:firstLine="709"/>
        <w:jc w:val="both"/>
        <w:rPr>
          <w:sz w:val="28"/>
          <w:szCs w:val="28"/>
        </w:rPr>
      </w:pPr>
    </w:p>
    <w:p w:rsidR="00CC52F9" w:rsidRDefault="00CC52F9" w:rsidP="0054743D">
      <w:pPr>
        <w:rPr>
          <w:sz w:val="28"/>
          <w:szCs w:val="28"/>
          <w:u w:val="single"/>
        </w:rPr>
      </w:pPr>
      <w:r w:rsidRPr="00F941AC">
        <w:rPr>
          <w:sz w:val="28"/>
          <w:szCs w:val="28"/>
          <w:u w:val="single"/>
        </w:rPr>
        <w:t xml:space="preserve">Глава </w:t>
      </w:r>
      <w:bookmarkStart w:id="0" w:name="_GoBack"/>
      <w:bookmarkEnd w:id="0"/>
      <w:r w:rsidRPr="00F941AC">
        <w:rPr>
          <w:sz w:val="28"/>
          <w:szCs w:val="28"/>
          <w:u w:val="single"/>
        </w:rPr>
        <w:t>администрации                                                                        С.И. Покровкин</w:t>
      </w:r>
    </w:p>
    <w:p w:rsidR="00CC52F9" w:rsidRPr="00F941AC" w:rsidRDefault="00CC52F9" w:rsidP="0054743D">
      <w:pPr>
        <w:rPr>
          <w:sz w:val="28"/>
          <w:szCs w:val="28"/>
        </w:rPr>
      </w:pPr>
      <w:r w:rsidRPr="00F941AC">
        <w:rPr>
          <w:sz w:val="28"/>
          <w:szCs w:val="28"/>
        </w:rPr>
        <w:t>Разослано:</w:t>
      </w:r>
      <w:r>
        <w:rPr>
          <w:sz w:val="28"/>
          <w:szCs w:val="28"/>
        </w:rPr>
        <w:t xml:space="preserve"> регистр МНПА, газета «Новый путь»,в дело</w:t>
      </w:r>
    </w:p>
    <w:sectPr w:rsidR="00CC52F9" w:rsidRPr="00F941AC" w:rsidSect="00BC55A8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2F9" w:rsidRDefault="00CC52F9" w:rsidP="00630D86">
      <w:r>
        <w:separator/>
      </w:r>
    </w:p>
  </w:endnote>
  <w:endnote w:type="continuationSeparator" w:id="0">
    <w:p w:rsidR="00CC52F9" w:rsidRDefault="00CC52F9" w:rsidP="0063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2F9" w:rsidRDefault="00CC52F9" w:rsidP="00630D86">
      <w:r>
        <w:separator/>
      </w:r>
    </w:p>
  </w:footnote>
  <w:footnote w:type="continuationSeparator" w:id="0">
    <w:p w:rsidR="00CC52F9" w:rsidRDefault="00CC52F9" w:rsidP="00630D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B6B28"/>
    <w:multiLevelType w:val="hybridMultilevel"/>
    <w:tmpl w:val="5A18A0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43D"/>
    <w:rsid w:val="00006703"/>
    <w:rsid w:val="000130E1"/>
    <w:rsid w:val="000232F6"/>
    <w:rsid w:val="000400C2"/>
    <w:rsid w:val="00051F40"/>
    <w:rsid w:val="0005399D"/>
    <w:rsid w:val="000564FE"/>
    <w:rsid w:val="000626D5"/>
    <w:rsid w:val="000707C2"/>
    <w:rsid w:val="00074441"/>
    <w:rsid w:val="0007632F"/>
    <w:rsid w:val="00080420"/>
    <w:rsid w:val="000829D0"/>
    <w:rsid w:val="00091140"/>
    <w:rsid w:val="00091F84"/>
    <w:rsid w:val="00094C91"/>
    <w:rsid w:val="000A2CB8"/>
    <w:rsid w:val="000B0046"/>
    <w:rsid w:val="000B5CFF"/>
    <w:rsid w:val="000D5344"/>
    <w:rsid w:val="000D54DF"/>
    <w:rsid w:val="000D65C8"/>
    <w:rsid w:val="000E44F4"/>
    <w:rsid w:val="000F3D2F"/>
    <w:rsid w:val="000F5D3A"/>
    <w:rsid w:val="000F642B"/>
    <w:rsid w:val="00110FD8"/>
    <w:rsid w:val="00113EF2"/>
    <w:rsid w:val="0012553A"/>
    <w:rsid w:val="00145432"/>
    <w:rsid w:val="00145487"/>
    <w:rsid w:val="00145657"/>
    <w:rsid w:val="00147250"/>
    <w:rsid w:val="001500A8"/>
    <w:rsid w:val="00150B35"/>
    <w:rsid w:val="00152224"/>
    <w:rsid w:val="00157338"/>
    <w:rsid w:val="0016262C"/>
    <w:rsid w:val="00167617"/>
    <w:rsid w:val="00176062"/>
    <w:rsid w:val="00176A46"/>
    <w:rsid w:val="001A0232"/>
    <w:rsid w:val="001A3944"/>
    <w:rsid w:val="001A7A58"/>
    <w:rsid w:val="001B331B"/>
    <w:rsid w:val="001D5061"/>
    <w:rsid w:val="001D63B4"/>
    <w:rsid w:val="001F1A17"/>
    <w:rsid w:val="001F1CB1"/>
    <w:rsid w:val="001F20D7"/>
    <w:rsid w:val="001F24FC"/>
    <w:rsid w:val="001F2525"/>
    <w:rsid w:val="00205DFE"/>
    <w:rsid w:val="002100E6"/>
    <w:rsid w:val="00213F30"/>
    <w:rsid w:val="00227D6D"/>
    <w:rsid w:val="00233EE9"/>
    <w:rsid w:val="0025772D"/>
    <w:rsid w:val="00272F60"/>
    <w:rsid w:val="002818B3"/>
    <w:rsid w:val="00287C7D"/>
    <w:rsid w:val="002A3184"/>
    <w:rsid w:val="002B0D1B"/>
    <w:rsid w:val="002B75E1"/>
    <w:rsid w:val="002C4B7F"/>
    <w:rsid w:val="002E08F0"/>
    <w:rsid w:val="002E17A4"/>
    <w:rsid w:val="002E190C"/>
    <w:rsid w:val="002E46F9"/>
    <w:rsid w:val="002E799D"/>
    <w:rsid w:val="002F5C26"/>
    <w:rsid w:val="00320C7A"/>
    <w:rsid w:val="0033396B"/>
    <w:rsid w:val="003349F2"/>
    <w:rsid w:val="00334E00"/>
    <w:rsid w:val="00341D62"/>
    <w:rsid w:val="00342E83"/>
    <w:rsid w:val="003432AA"/>
    <w:rsid w:val="00344DDF"/>
    <w:rsid w:val="00345437"/>
    <w:rsid w:val="00346836"/>
    <w:rsid w:val="00357BEC"/>
    <w:rsid w:val="00361B65"/>
    <w:rsid w:val="003627DB"/>
    <w:rsid w:val="00367C72"/>
    <w:rsid w:val="00374A68"/>
    <w:rsid w:val="003756B1"/>
    <w:rsid w:val="003A03F4"/>
    <w:rsid w:val="003B356D"/>
    <w:rsid w:val="003B3FDD"/>
    <w:rsid w:val="003B793C"/>
    <w:rsid w:val="003C335E"/>
    <w:rsid w:val="003C715D"/>
    <w:rsid w:val="003D0E7F"/>
    <w:rsid w:val="003E4B3D"/>
    <w:rsid w:val="003E4DD1"/>
    <w:rsid w:val="003E63E1"/>
    <w:rsid w:val="003E7C72"/>
    <w:rsid w:val="0040484F"/>
    <w:rsid w:val="004072DC"/>
    <w:rsid w:val="00413C5A"/>
    <w:rsid w:val="0041643E"/>
    <w:rsid w:val="004243E3"/>
    <w:rsid w:val="00424AEE"/>
    <w:rsid w:val="00424E5A"/>
    <w:rsid w:val="00431710"/>
    <w:rsid w:val="004323F6"/>
    <w:rsid w:val="00434388"/>
    <w:rsid w:val="004367A8"/>
    <w:rsid w:val="00450A35"/>
    <w:rsid w:val="00455C6A"/>
    <w:rsid w:val="00456948"/>
    <w:rsid w:val="00482B0B"/>
    <w:rsid w:val="00484C7E"/>
    <w:rsid w:val="00487A80"/>
    <w:rsid w:val="004A1719"/>
    <w:rsid w:val="004A5D17"/>
    <w:rsid w:val="004B1B9E"/>
    <w:rsid w:val="004B3290"/>
    <w:rsid w:val="004E4FAF"/>
    <w:rsid w:val="00506088"/>
    <w:rsid w:val="00517B40"/>
    <w:rsid w:val="00521797"/>
    <w:rsid w:val="0053298D"/>
    <w:rsid w:val="00543FF5"/>
    <w:rsid w:val="0054743D"/>
    <w:rsid w:val="005514D3"/>
    <w:rsid w:val="00555ADD"/>
    <w:rsid w:val="00555E4D"/>
    <w:rsid w:val="00564722"/>
    <w:rsid w:val="005828E2"/>
    <w:rsid w:val="00593714"/>
    <w:rsid w:val="005A1470"/>
    <w:rsid w:val="005C4945"/>
    <w:rsid w:val="005C6957"/>
    <w:rsid w:val="005D2803"/>
    <w:rsid w:val="005F280C"/>
    <w:rsid w:val="005F38AE"/>
    <w:rsid w:val="005F660E"/>
    <w:rsid w:val="00600258"/>
    <w:rsid w:val="006025A4"/>
    <w:rsid w:val="006026FC"/>
    <w:rsid w:val="0060292A"/>
    <w:rsid w:val="00603D32"/>
    <w:rsid w:val="0061685C"/>
    <w:rsid w:val="00616989"/>
    <w:rsid w:val="00617512"/>
    <w:rsid w:val="0062170D"/>
    <w:rsid w:val="006238EF"/>
    <w:rsid w:val="00626C98"/>
    <w:rsid w:val="00627377"/>
    <w:rsid w:val="00630D86"/>
    <w:rsid w:val="00641770"/>
    <w:rsid w:val="00651033"/>
    <w:rsid w:val="00654A92"/>
    <w:rsid w:val="00654F0E"/>
    <w:rsid w:val="00663AB6"/>
    <w:rsid w:val="00664A04"/>
    <w:rsid w:val="00667A4F"/>
    <w:rsid w:val="006720B1"/>
    <w:rsid w:val="0067442B"/>
    <w:rsid w:val="006801AD"/>
    <w:rsid w:val="00682ADF"/>
    <w:rsid w:val="00686417"/>
    <w:rsid w:val="00692EFC"/>
    <w:rsid w:val="006947B5"/>
    <w:rsid w:val="006A12F4"/>
    <w:rsid w:val="006A5417"/>
    <w:rsid w:val="006D20F4"/>
    <w:rsid w:val="006D5F90"/>
    <w:rsid w:val="006E1666"/>
    <w:rsid w:val="006F053D"/>
    <w:rsid w:val="006F22B6"/>
    <w:rsid w:val="006F3900"/>
    <w:rsid w:val="007051EF"/>
    <w:rsid w:val="007114FC"/>
    <w:rsid w:val="0071260E"/>
    <w:rsid w:val="007142D3"/>
    <w:rsid w:val="007350D0"/>
    <w:rsid w:val="00754D4C"/>
    <w:rsid w:val="00755321"/>
    <w:rsid w:val="0078183E"/>
    <w:rsid w:val="00792591"/>
    <w:rsid w:val="00795231"/>
    <w:rsid w:val="007A518A"/>
    <w:rsid w:val="007A6DA4"/>
    <w:rsid w:val="007B57F8"/>
    <w:rsid w:val="007B5BAD"/>
    <w:rsid w:val="007B5FAE"/>
    <w:rsid w:val="007C2CCA"/>
    <w:rsid w:val="007D3261"/>
    <w:rsid w:val="007D4CE7"/>
    <w:rsid w:val="007D6459"/>
    <w:rsid w:val="007D7815"/>
    <w:rsid w:val="007F2D9C"/>
    <w:rsid w:val="00801004"/>
    <w:rsid w:val="00802643"/>
    <w:rsid w:val="00812179"/>
    <w:rsid w:val="008122C9"/>
    <w:rsid w:val="00815272"/>
    <w:rsid w:val="00832CC3"/>
    <w:rsid w:val="00835410"/>
    <w:rsid w:val="00852F77"/>
    <w:rsid w:val="0086056D"/>
    <w:rsid w:val="00864C03"/>
    <w:rsid w:val="0087253C"/>
    <w:rsid w:val="00875003"/>
    <w:rsid w:val="0088553B"/>
    <w:rsid w:val="0089228C"/>
    <w:rsid w:val="00892841"/>
    <w:rsid w:val="008947B6"/>
    <w:rsid w:val="00896534"/>
    <w:rsid w:val="008A2459"/>
    <w:rsid w:val="008A5D48"/>
    <w:rsid w:val="008D0068"/>
    <w:rsid w:val="008F26BB"/>
    <w:rsid w:val="00913464"/>
    <w:rsid w:val="00920297"/>
    <w:rsid w:val="009220E2"/>
    <w:rsid w:val="00926FF0"/>
    <w:rsid w:val="0093432A"/>
    <w:rsid w:val="009424D6"/>
    <w:rsid w:val="00953892"/>
    <w:rsid w:val="00955E82"/>
    <w:rsid w:val="00964323"/>
    <w:rsid w:val="00986651"/>
    <w:rsid w:val="00991265"/>
    <w:rsid w:val="0099480A"/>
    <w:rsid w:val="009A7A88"/>
    <w:rsid w:val="009B059A"/>
    <w:rsid w:val="009B103E"/>
    <w:rsid w:val="009B3BC6"/>
    <w:rsid w:val="009C0DC0"/>
    <w:rsid w:val="009D14E0"/>
    <w:rsid w:val="009D65AA"/>
    <w:rsid w:val="009E347E"/>
    <w:rsid w:val="009F3203"/>
    <w:rsid w:val="009F4722"/>
    <w:rsid w:val="00A072DA"/>
    <w:rsid w:val="00A15FA7"/>
    <w:rsid w:val="00A21D82"/>
    <w:rsid w:val="00A25EDC"/>
    <w:rsid w:val="00A35F37"/>
    <w:rsid w:val="00A43C6B"/>
    <w:rsid w:val="00A53C70"/>
    <w:rsid w:val="00A73BD2"/>
    <w:rsid w:val="00A9231C"/>
    <w:rsid w:val="00A963D4"/>
    <w:rsid w:val="00AA3A9B"/>
    <w:rsid w:val="00AA6102"/>
    <w:rsid w:val="00AB105F"/>
    <w:rsid w:val="00AB26A5"/>
    <w:rsid w:val="00AB35EB"/>
    <w:rsid w:val="00AB71BC"/>
    <w:rsid w:val="00AD38C2"/>
    <w:rsid w:val="00AE4382"/>
    <w:rsid w:val="00AF3D36"/>
    <w:rsid w:val="00AF4607"/>
    <w:rsid w:val="00AF50B9"/>
    <w:rsid w:val="00AF5CA8"/>
    <w:rsid w:val="00B02929"/>
    <w:rsid w:val="00B05CEC"/>
    <w:rsid w:val="00B21E10"/>
    <w:rsid w:val="00B26941"/>
    <w:rsid w:val="00B35C0A"/>
    <w:rsid w:val="00B371CB"/>
    <w:rsid w:val="00B42CB4"/>
    <w:rsid w:val="00B42EE8"/>
    <w:rsid w:val="00B45123"/>
    <w:rsid w:val="00B45B2E"/>
    <w:rsid w:val="00B61CE7"/>
    <w:rsid w:val="00B6304D"/>
    <w:rsid w:val="00B74A55"/>
    <w:rsid w:val="00B75FE7"/>
    <w:rsid w:val="00B77326"/>
    <w:rsid w:val="00B879BC"/>
    <w:rsid w:val="00BB1401"/>
    <w:rsid w:val="00BB1559"/>
    <w:rsid w:val="00BB34E0"/>
    <w:rsid w:val="00BB3795"/>
    <w:rsid w:val="00BC55A8"/>
    <w:rsid w:val="00BD316F"/>
    <w:rsid w:val="00BD44C5"/>
    <w:rsid w:val="00BE55CB"/>
    <w:rsid w:val="00BE5F00"/>
    <w:rsid w:val="00C05E22"/>
    <w:rsid w:val="00C16717"/>
    <w:rsid w:val="00C22720"/>
    <w:rsid w:val="00C4089A"/>
    <w:rsid w:val="00C50D90"/>
    <w:rsid w:val="00C646F0"/>
    <w:rsid w:val="00C659C9"/>
    <w:rsid w:val="00C733C9"/>
    <w:rsid w:val="00C75A9D"/>
    <w:rsid w:val="00C917DC"/>
    <w:rsid w:val="00C925EA"/>
    <w:rsid w:val="00C95442"/>
    <w:rsid w:val="00CC52F9"/>
    <w:rsid w:val="00CD2CCB"/>
    <w:rsid w:val="00CD49F9"/>
    <w:rsid w:val="00CE2942"/>
    <w:rsid w:val="00CF1766"/>
    <w:rsid w:val="00CF7EFB"/>
    <w:rsid w:val="00D27262"/>
    <w:rsid w:val="00D469DC"/>
    <w:rsid w:val="00D50FE9"/>
    <w:rsid w:val="00D5531C"/>
    <w:rsid w:val="00D6624C"/>
    <w:rsid w:val="00D80A62"/>
    <w:rsid w:val="00D93198"/>
    <w:rsid w:val="00DA5602"/>
    <w:rsid w:val="00DA72AE"/>
    <w:rsid w:val="00DB49E8"/>
    <w:rsid w:val="00DB7514"/>
    <w:rsid w:val="00DC0AAD"/>
    <w:rsid w:val="00DC2CA1"/>
    <w:rsid w:val="00DE73B2"/>
    <w:rsid w:val="00E2285D"/>
    <w:rsid w:val="00E4684A"/>
    <w:rsid w:val="00E471F3"/>
    <w:rsid w:val="00E64BDE"/>
    <w:rsid w:val="00E71D06"/>
    <w:rsid w:val="00E73A2F"/>
    <w:rsid w:val="00E74732"/>
    <w:rsid w:val="00E8451B"/>
    <w:rsid w:val="00E902AA"/>
    <w:rsid w:val="00E90811"/>
    <w:rsid w:val="00E94504"/>
    <w:rsid w:val="00EA2B09"/>
    <w:rsid w:val="00EA3B9A"/>
    <w:rsid w:val="00EB01F4"/>
    <w:rsid w:val="00EB1DB0"/>
    <w:rsid w:val="00EB227E"/>
    <w:rsid w:val="00EB687B"/>
    <w:rsid w:val="00EB7D08"/>
    <w:rsid w:val="00EC1B6B"/>
    <w:rsid w:val="00EC4B56"/>
    <w:rsid w:val="00EF3877"/>
    <w:rsid w:val="00EF484D"/>
    <w:rsid w:val="00EF4FDB"/>
    <w:rsid w:val="00EF54FF"/>
    <w:rsid w:val="00F02ABF"/>
    <w:rsid w:val="00F041A7"/>
    <w:rsid w:val="00F068CC"/>
    <w:rsid w:val="00F215AA"/>
    <w:rsid w:val="00F31D59"/>
    <w:rsid w:val="00F343B0"/>
    <w:rsid w:val="00F471D9"/>
    <w:rsid w:val="00F54E1A"/>
    <w:rsid w:val="00F63E92"/>
    <w:rsid w:val="00F70529"/>
    <w:rsid w:val="00F7073C"/>
    <w:rsid w:val="00F73CE2"/>
    <w:rsid w:val="00F75B51"/>
    <w:rsid w:val="00F7641B"/>
    <w:rsid w:val="00F76B13"/>
    <w:rsid w:val="00F77D97"/>
    <w:rsid w:val="00F85486"/>
    <w:rsid w:val="00F941AC"/>
    <w:rsid w:val="00F97B5B"/>
    <w:rsid w:val="00FA1E51"/>
    <w:rsid w:val="00FA419E"/>
    <w:rsid w:val="00FA586B"/>
    <w:rsid w:val="00FB078E"/>
    <w:rsid w:val="00FB2ACF"/>
    <w:rsid w:val="00FC2EA4"/>
    <w:rsid w:val="00FD5681"/>
    <w:rsid w:val="00FE07CC"/>
    <w:rsid w:val="00FE1FC6"/>
    <w:rsid w:val="00FE383B"/>
    <w:rsid w:val="00FF1850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D0E7F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743D"/>
    <w:pPr>
      <w:keepNext/>
      <w:widowControl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80420"/>
    <w:pPr>
      <w:keepNext/>
      <w:widowControl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0420"/>
    <w:pPr>
      <w:keepNext/>
      <w:widowControl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80420"/>
    <w:pPr>
      <w:keepNext/>
      <w:widowControl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80420"/>
    <w:pPr>
      <w:keepNext/>
      <w:widowControl/>
      <w:jc w:val="center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80420"/>
    <w:pPr>
      <w:keepNext/>
      <w:widowControl/>
      <w:jc w:val="center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80420"/>
    <w:pPr>
      <w:keepNext/>
      <w:widowControl/>
      <w:ind w:firstLine="709"/>
      <w:jc w:val="right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80420"/>
    <w:pPr>
      <w:keepNext/>
      <w:widowControl/>
      <w:ind w:left="2832" w:firstLine="709"/>
      <w:jc w:val="right"/>
      <w:outlineLvl w:val="7"/>
    </w:pPr>
    <w:rPr>
      <w:rFonts w:ascii="Arial" w:hAnsi="Arial" w:cs="Arial"/>
      <w:b/>
      <w:b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743D"/>
    <w:pPr>
      <w:keepNext/>
      <w:widowControl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743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8042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8042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8042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8042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80420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80420"/>
    <w:rPr>
      <w:rFonts w:ascii="Arial" w:hAnsi="Arial" w:cs="Arial"/>
      <w:b/>
      <w:bCs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80420"/>
    <w:rPr>
      <w:rFonts w:ascii="Arial" w:hAnsi="Arial" w:cs="Arial"/>
      <w:b/>
      <w:b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4743D"/>
    <w:rPr>
      <w:rFonts w:ascii="Arial" w:hAnsi="Arial" w:cs="Arial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4743D"/>
    <w:pPr>
      <w:widowControl/>
      <w:ind w:left="708"/>
    </w:pPr>
    <w:rPr>
      <w:sz w:val="24"/>
      <w:szCs w:val="24"/>
    </w:rPr>
  </w:style>
  <w:style w:type="table" w:styleId="TableGrid">
    <w:name w:val="Table Grid"/>
    <w:basedOn w:val="TableNormal"/>
    <w:uiPriority w:val="99"/>
    <w:rsid w:val="003E4D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E4DD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630D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0D8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30D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0D8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080420"/>
    <w:pPr>
      <w:widowControl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8042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080420"/>
    <w:pPr>
      <w:widowControl/>
      <w:ind w:firstLine="720"/>
      <w:jc w:val="right"/>
    </w:pPr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80420"/>
    <w:rPr>
      <w:rFonts w:ascii="Arial" w:hAnsi="Arial" w:cs="Arial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080420"/>
    <w:pPr>
      <w:widowControl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80420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080420"/>
    <w:pPr>
      <w:widowControl/>
      <w:ind w:left="420"/>
      <w:jc w:val="both"/>
    </w:pPr>
    <w:rPr>
      <w:rFonts w:ascii="Arial" w:hAnsi="Arial" w:cs="Arial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80420"/>
    <w:rPr>
      <w:rFonts w:ascii="Arial" w:hAnsi="Arial" w:cs="Arial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080420"/>
    <w:pPr>
      <w:widowControl/>
      <w:ind w:left="60" w:firstLine="709"/>
      <w:jc w:val="both"/>
    </w:pPr>
    <w:rPr>
      <w:rFonts w:ascii="Arial" w:hAnsi="Arial" w:cs="Arial"/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80420"/>
    <w:rPr>
      <w:rFonts w:ascii="Arial" w:hAnsi="Arial" w:cs="Arial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080420"/>
    <w:pPr>
      <w:widowControl/>
      <w:jc w:val="center"/>
    </w:pPr>
    <w:rPr>
      <w:i/>
      <w:iCs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80420"/>
    <w:rPr>
      <w:rFonts w:ascii="Times New Roman" w:hAnsi="Times New Roman" w:cs="Times New Roman"/>
      <w:i/>
      <w:i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80420"/>
    <w:pPr>
      <w:widowControl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0420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uiPriority w:val="99"/>
    <w:rsid w:val="0008042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080420"/>
    <w:pPr>
      <w:widowControl/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80420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link w:val="ConsNormal0"/>
    <w:uiPriority w:val="99"/>
    <w:rsid w:val="000804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ConsNormal0">
    <w:name w:val="ConsNormal Знак"/>
    <w:link w:val="ConsNormal"/>
    <w:uiPriority w:val="99"/>
    <w:locked/>
    <w:rsid w:val="00080420"/>
    <w:rPr>
      <w:rFonts w:ascii="Arial" w:hAnsi="Arial" w:cs="Arial"/>
      <w:sz w:val="22"/>
      <w:szCs w:val="22"/>
      <w:lang w:val="ru-RU" w:eastAsia="en-US"/>
    </w:rPr>
  </w:style>
  <w:style w:type="paragraph" w:customStyle="1" w:styleId="a">
    <w:name w:val="Знак"/>
    <w:basedOn w:val="Normal"/>
    <w:uiPriority w:val="99"/>
    <w:rsid w:val="0008042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0804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8042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0804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80420"/>
    <w:rPr>
      <w:color w:val="800080"/>
      <w:u w:val="single"/>
    </w:rPr>
  </w:style>
  <w:style w:type="paragraph" w:customStyle="1" w:styleId="xl65">
    <w:name w:val="xl65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6">
    <w:name w:val="xl66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8">
    <w:name w:val="xl68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1">
    <w:name w:val="xl71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3">
    <w:name w:val="xl73"/>
    <w:basedOn w:val="Normal"/>
    <w:uiPriority w:val="99"/>
    <w:rsid w:val="00080420"/>
    <w:pPr>
      <w:widowControl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080420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5">
    <w:name w:val="xl75"/>
    <w:basedOn w:val="Normal"/>
    <w:uiPriority w:val="99"/>
    <w:rsid w:val="00080420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080420"/>
    <w:pPr>
      <w:widowControl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7">
    <w:name w:val="xl77"/>
    <w:basedOn w:val="Normal"/>
    <w:uiPriority w:val="99"/>
    <w:rsid w:val="00080420"/>
    <w:pPr>
      <w:widowControl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8">
    <w:name w:val="xl78"/>
    <w:basedOn w:val="Normal"/>
    <w:uiPriority w:val="99"/>
    <w:rsid w:val="00080420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Normal"/>
    <w:uiPriority w:val="99"/>
    <w:rsid w:val="00080420"/>
    <w:pPr>
      <w:widowControl/>
      <w:spacing w:before="100" w:beforeAutospacing="1" w:after="100" w:afterAutospacing="1"/>
    </w:pPr>
    <w:rPr>
      <w:color w:val="333399"/>
      <w:sz w:val="28"/>
      <w:szCs w:val="28"/>
    </w:rPr>
  </w:style>
  <w:style w:type="paragraph" w:customStyle="1" w:styleId="xl80">
    <w:name w:val="xl80"/>
    <w:basedOn w:val="Normal"/>
    <w:uiPriority w:val="99"/>
    <w:rsid w:val="00080420"/>
    <w:pPr>
      <w:widowControl/>
      <w:spacing w:before="100" w:beforeAutospacing="1" w:after="100" w:afterAutospacing="1"/>
    </w:pPr>
    <w:rPr>
      <w:color w:val="0000FF"/>
      <w:sz w:val="28"/>
      <w:szCs w:val="28"/>
    </w:rPr>
  </w:style>
  <w:style w:type="paragraph" w:customStyle="1" w:styleId="xl81">
    <w:name w:val="xl81"/>
    <w:basedOn w:val="Normal"/>
    <w:uiPriority w:val="99"/>
    <w:rsid w:val="00080420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2">
    <w:name w:val="xl82"/>
    <w:basedOn w:val="Normal"/>
    <w:uiPriority w:val="99"/>
    <w:rsid w:val="00080420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5">
    <w:name w:val="xl85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7">
    <w:name w:val="xl87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8">
    <w:name w:val="xl88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9">
    <w:name w:val="xl89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Normal"/>
    <w:uiPriority w:val="99"/>
    <w:rsid w:val="00080420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7">
    <w:name w:val="xl97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Normal"/>
    <w:uiPriority w:val="99"/>
    <w:rsid w:val="00080420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9">
    <w:name w:val="xl99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0">
    <w:name w:val="xl100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02">
    <w:name w:val="xl102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4">
    <w:name w:val="xl104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5">
    <w:name w:val="xl105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08">
    <w:name w:val="xl108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2">
    <w:name w:val="xl112"/>
    <w:basedOn w:val="Normal"/>
    <w:uiPriority w:val="99"/>
    <w:rsid w:val="00080420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Normal"/>
    <w:uiPriority w:val="99"/>
    <w:rsid w:val="00080420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Normal"/>
    <w:uiPriority w:val="99"/>
    <w:rsid w:val="00080420"/>
    <w:pPr>
      <w:widowControl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5">
    <w:name w:val="xl115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6">
    <w:name w:val="xl116"/>
    <w:basedOn w:val="Normal"/>
    <w:uiPriority w:val="99"/>
    <w:rsid w:val="0008042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Normal"/>
    <w:uiPriority w:val="99"/>
    <w:rsid w:val="0008042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Normal"/>
    <w:uiPriority w:val="99"/>
    <w:rsid w:val="0008042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Normal"/>
    <w:uiPriority w:val="99"/>
    <w:rsid w:val="0008042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2">
    <w:name w:val="xl122"/>
    <w:basedOn w:val="Normal"/>
    <w:uiPriority w:val="99"/>
    <w:rsid w:val="0008042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3">
    <w:name w:val="xl123"/>
    <w:basedOn w:val="Normal"/>
    <w:uiPriority w:val="99"/>
    <w:rsid w:val="0008042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Normal"/>
    <w:uiPriority w:val="99"/>
    <w:rsid w:val="0008042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Normal"/>
    <w:uiPriority w:val="99"/>
    <w:rsid w:val="0008042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Normal"/>
    <w:uiPriority w:val="99"/>
    <w:rsid w:val="0008042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Normal"/>
    <w:uiPriority w:val="99"/>
    <w:rsid w:val="00080420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080420"/>
    <w:pPr>
      <w:widowControl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10">
    <w:name w:val="Знак1"/>
    <w:basedOn w:val="Normal"/>
    <w:uiPriority w:val="99"/>
    <w:rsid w:val="0008042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Normal"/>
    <w:uiPriority w:val="99"/>
    <w:rsid w:val="00080420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Normal"/>
    <w:uiPriority w:val="99"/>
    <w:rsid w:val="00080420"/>
    <w:pPr>
      <w:widowControl/>
      <w:spacing w:before="100" w:beforeAutospacing="1" w:after="100" w:afterAutospacing="1"/>
    </w:pPr>
    <w:rPr>
      <w:color w:val="FF0000"/>
      <w:sz w:val="22"/>
      <w:szCs w:val="22"/>
    </w:rPr>
  </w:style>
  <w:style w:type="table" w:customStyle="1" w:styleId="11">
    <w:name w:val="Сетка таблицы11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Normal"/>
    <w:uiPriority w:val="99"/>
    <w:rsid w:val="00080420"/>
    <w:pPr>
      <w:widowControl/>
      <w:spacing w:before="100" w:beforeAutospacing="1" w:after="100" w:afterAutospacing="1"/>
    </w:pPr>
    <w:rPr>
      <w:sz w:val="24"/>
      <w:szCs w:val="24"/>
    </w:rPr>
  </w:style>
  <w:style w:type="table" w:customStyle="1" w:styleId="4">
    <w:name w:val="Сетка таблицы4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08042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08042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213F3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13F3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213F3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213F3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uiPriority w:val="99"/>
    <w:rsid w:val="00213F3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AB35E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AB35E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uiPriority w:val="99"/>
    <w:rsid w:val="00AB35E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uiPriority w:val="99"/>
    <w:rsid w:val="00AB35E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AB35E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7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331</Words>
  <Characters>1892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Добродушнова</dc:creator>
  <cp:keywords/>
  <dc:description/>
  <cp:lastModifiedBy>User</cp:lastModifiedBy>
  <cp:revision>9</cp:revision>
  <cp:lastPrinted>2018-12-20T12:35:00Z</cp:lastPrinted>
  <dcterms:created xsi:type="dcterms:W3CDTF">2018-12-18T06:03:00Z</dcterms:created>
  <dcterms:modified xsi:type="dcterms:W3CDTF">2018-12-21T05:23:00Z</dcterms:modified>
</cp:coreProperties>
</file>